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997406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6A129D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256F932A" w:rsid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446D6822" w14:textId="77777777" w:rsidR="006A129D" w:rsidRPr="00A035EA" w:rsidRDefault="006A129D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91FD49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6A129D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</w:t>
      </w:r>
      <w:r w:rsidR="006D392E" w:rsidRPr="00BA2D59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6D392E" w:rsidRPr="00BA2D59">
        <w:rPr>
          <w:rFonts w:eastAsia="Times New Roman" w:cs="Times New Roman"/>
          <w:b/>
          <w:lang w:eastAsia="cs-CZ"/>
        </w:rPr>
        <w:t>„</w:t>
      </w:r>
      <w:bookmarkEnd w:id="1"/>
      <w:r w:rsidR="006A129D" w:rsidRPr="00BA2D59">
        <w:rPr>
          <w:rFonts w:eastAsia="Times New Roman" w:cs="Times New Roman"/>
          <w:b/>
          <w:lang w:eastAsia="cs-CZ"/>
        </w:rPr>
        <w:t>Herbicidy 2020 - 2021</w:t>
      </w:r>
      <w:r w:rsidR="006D392E" w:rsidRPr="00BA2D59">
        <w:rPr>
          <w:rFonts w:eastAsia="Times New Roman" w:cs="Times New Roman"/>
          <w:b/>
          <w:lang w:eastAsia="cs-CZ"/>
        </w:rPr>
        <w:t>“</w:t>
      </w:r>
      <w:r w:rsidR="006D392E" w:rsidRPr="00BA2D59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BA2D59">
        <w:rPr>
          <w:rFonts w:eastAsia="Times New Roman" w:cs="Times New Roman"/>
          <w:lang w:eastAsia="cs-CZ"/>
        </w:rPr>
        <w:t>č.j.</w:t>
      </w:r>
      <w:proofErr w:type="gramEnd"/>
      <w:r w:rsidR="00BA2D59" w:rsidRPr="00BA2D59">
        <w:rPr>
          <w:rFonts w:eastAsia="Times New Roman" w:cs="Times New Roman"/>
          <w:lang w:eastAsia="cs-CZ"/>
        </w:rPr>
        <w:t xml:space="preserve"> 40301/2020-SŽ-GŘ-O8</w:t>
      </w:r>
      <w:r w:rsidRPr="00BA2D59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 w:rsidRPr="00BA2D59">
        <w:rPr>
          <w:rFonts w:eastAsia="Times New Roman" w:cs="Times New Roman"/>
          <w:lang w:eastAsia="cs-CZ"/>
        </w:rPr>
        <w:t xml:space="preserve"> ve smyslu</w:t>
      </w:r>
      <w:r w:rsidR="001708F9">
        <w:rPr>
          <w:rFonts w:eastAsia="Times New Roman" w:cs="Times New Roman"/>
          <w:lang w:eastAsia="cs-CZ"/>
        </w:rPr>
        <w:t xml:space="preserve">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BE9910E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A6EBC8C" w14:textId="72899CFD" w:rsidR="006A129D" w:rsidRDefault="006A129D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24587E23" w14:textId="77777777" w:rsidR="006A129D" w:rsidRPr="00A035EA" w:rsidRDefault="006A129D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9E0D5" w14:textId="77777777"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14:paraId="13B9E0D6" w14:textId="77777777"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0DD9698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2D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9C4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9FD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505761AE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5E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1371D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8273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9E0D3" w14:textId="77777777"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14:paraId="13B9E0D4" w14:textId="77777777"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195E8B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129D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2D59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1B4BDD49-3933-4F6A-8FC4-2717A0C0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E046E-5C71-4EA7-A7AD-48E1E1C9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</cp:lastModifiedBy>
  <cp:revision>2</cp:revision>
  <cp:lastPrinted>2020-06-24T08:40:00Z</cp:lastPrinted>
  <dcterms:created xsi:type="dcterms:W3CDTF">2020-09-10T08:21:00Z</dcterms:created>
  <dcterms:modified xsi:type="dcterms:W3CDTF">2020-09-10T08:21:00Z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